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A5B2E7" w14:textId="6A78B5C1" w:rsidR="00463F67" w:rsidRDefault="00EC4E05" w:rsidP="00463F67">
      <w:pPr>
        <w:pStyle w:val="Title"/>
      </w:pPr>
      <w:sdt>
        <w:sdtPr>
          <w:alias w:val="Title"/>
          <w:tag w:val=""/>
          <w:id w:val="1062761741"/>
          <w:placeholder>
            <w:docPart w:val="CC2EB37EE4604F54BA085C877D0BB80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968A3" w:rsidRPr="00E968A3">
            <w:t>Form TC04A – Flight crew member line training record</w:t>
          </w:r>
        </w:sdtContent>
      </w:sdt>
    </w:p>
    <w:p w14:paraId="39D9C4D4" w14:textId="77777777" w:rsidR="0006674B" w:rsidRDefault="0006674B" w:rsidP="0006674B">
      <w:pPr>
        <w:rPr>
          <w:rStyle w:val="Strong"/>
        </w:rPr>
      </w:pPr>
      <w:r w:rsidRPr="007A0A55">
        <w:rPr>
          <w:rStyle w:val="Strong"/>
        </w:rPr>
        <w:t>* relevant for Part 133 and 135 only</w:t>
      </w:r>
    </w:p>
    <w:p w14:paraId="667D8E94" w14:textId="77777777" w:rsidR="00D0534C" w:rsidRPr="002F6F85" w:rsidRDefault="00D0534C" w:rsidP="00D0534C">
      <w:pPr>
        <w:pStyle w:val="Heading4"/>
        <w:rPr>
          <w:rStyle w:val="bold"/>
        </w:rPr>
      </w:pPr>
      <w:r w:rsidRPr="002F6F85">
        <w:rPr>
          <w:rStyle w:val="bold"/>
        </w:rPr>
        <w:t>Details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604"/>
        <w:gridCol w:w="3211"/>
        <w:gridCol w:w="1984"/>
        <w:gridCol w:w="2694"/>
      </w:tblGrid>
      <w:tr w:rsidR="00D0534C" w:rsidRPr="00102F1E" w14:paraId="1600FF7C" w14:textId="77777777" w:rsidTr="0038189F">
        <w:trPr>
          <w:trHeight w:val="580"/>
        </w:trPr>
        <w:tc>
          <w:tcPr>
            <w:tcW w:w="1604" w:type="dxa"/>
          </w:tcPr>
          <w:p w14:paraId="79D3BCEC" w14:textId="4181D6B4" w:rsidR="00D0534C" w:rsidRPr="00102F1E" w:rsidRDefault="00D0534C" w:rsidP="0038189F">
            <w:pPr>
              <w:rPr>
                <w:rStyle w:val="bold"/>
              </w:rPr>
            </w:pPr>
            <w:r>
              <w:rPr>
                <w:rStyle w:val="bold"/>
              </w:rPr>
              <w:t xml:space="preserve">Flight crew </w:t>
            </w:r>
            <w:r w:rsidRPr="00102F1E">
              <w:rPr>
                <w:rStyle w:val="bold"/>
              </w:rPr>
              <w:t>name:</w:t>
            </w:r>
          </w:p>
        </w:tc>
        <w:tc>
          <w:tcPr>
            <w:tcW w:w="3211" w:type="dxa"/>
          </w:tcPr>
          <w:p w14:paraId="4B039EEC" w14:textId="77777777" w:rsidR="00D0534C" w:rsidRPr="00102F1E" w:rsidRDefault="00D0534C" w:rsidP="0038189F"/>
        </w:tc>
        <w:tc>
          <w:tcPr>
            <w:tcW w:w="1984" w:type="dxa"/>
            <w:tcBorders>
              <w:bottom w:val="single" w:sz="4" w:space="0" w:color="BFBFBF" w:themeColor="background1" w:themeShade="BF"/>
            </w:tcBorders>
          </w:tcPr>
          <w:p w14:paraId="64F4A0DE" w14:textId="77777777" w:rsidR="00D0534C" w:rsidRPr="00102F1E" w:rsidRDefault="00D0534C" w:rsidP="0038189F">
            <w:pPr>
              <w:rPr>
                <w:rStyle w:val="bold"/>
              </w:rPr>
            </w:pPr>
            <w:r w:rsidRPr="00102F1E">
              <w:rPr>
                <w:rStyle w:val="bold"/>
              </w:rPr>
              <w:t>ARN:</w:t>
            </w:r>
          </w:p>
        </w:tc>
        <w:tc>
          <w:tcPr>
            <w:tcW w:w="2694" w:type="dxa"/>
            <w:tcBorders>
              <w:bottom w:val="single" w:sz="4" w:space="0" w:color="BFBFBF" w:themeColor="background1" w:themeShade="BF"/>
            </w:tcBorders>
          </w:tcPr>
          <w:p w14:paraId="17CC5C63" w14:textId="77777777" w:rsidR="00D0534C" w:rsidRPr="00102F1E" w:rsidRDefault="00D0534C" w:rsidP="0038189F"/>
        </w:tc>
      </w:tr>
      <w:tr w:rsidR="00D0534C" w:rsidRPr="00102F1E" w14:paraId="52FAD002" w14:textId="77777777" w:rsidTr="00D0534C">
        <w:trPr>
          <w:trHeight w:val="580"/>
        </w:trPr>
        <w:tc>
          <w:tcPr>
            <w:tcW w:w="1604" w:type="dxa"/>
          </w:tcPr>
          <w:p w14:paraId="15E864FB" w14:textId="77777777" w:rsidR="00D0534C" w:rsidRPr="00AB3C89" w:rsidRDefault="00D0534C" w:rsidP="0038189F">
            <w:pPr>
              <w:rPr>
                <w:rStyle w:val="bold"/>
              </w:rPr>
            </w:pPr>
            <w:r w:rsidRPr="00AB3C89">
              <w:rPr>
                <w:rStyle w:val="bold"/>
              </w:rPr>
              <w:t>Trainer name:</w:t>
            </w:r>
          </w:p>
        </w:tc>
        <w:tc>
          <w:tcPr>
            <w:tcW w:w="3211" w:type="dxa"/>
          </w:tcPr>
          <w:p w14:paraId="0F76B260" w14:textId="77777777" w:rsidR="00D0534C" w:rsidRDefault="00D0534C" w:rsidP="0038189F"/>
        </w:tc>
        <w:tc>
          <w:tcPr>
            <w:tcW w:w="1984" w:type="dxa"/>
          </w:tcPr>
          <w:p w14:paraId="57A5C166" w14:textId="77777777" w:rsidR="00D0534C" w:rsidRPr="00AB3C89" w:rsidRDefault="00D0534C" w:rsidP="0038189F">
            <w:pPr>
              <w:rPr>
                <w:rStyle w:val="bold"/>
              </w:rPr>
            </w:pPr>
            <w:r w:rsidRPr="00AB3C89">
              <w:rPr>
                <w:rStyle w:val="bold"/>
              </w:rPr>
              <w:t>Date of training:</w:t>
            </w:r>
          </w:p>
        </w:tc>
        <w:tc>
          <w:tcPr>
            <w:tcW w:w="2694" w:type="dxa"/>
          </w:tcPr>
          <w:p w14:paraId="0CF94C8F" w14:textId="77777777" w:rsidR="00D0534C" w:rsidRDefault="00D0534C" w:rsidP="0038189F"/>
        </w:tc>
      </w:tr>
      <w:tr w:rsidR="00D0534C" w:rsidRPr="00102F1E" w14:paraId="1D452515" w14:textId="77777777" w:rsidTr="0038189F">
        <w:trPr>
          <w:trHeight w:val="580"/>
        </w:trPr>
        <w:tc>
          <w:tcPr>
            <w:tcW w:w="1604" w:type="dxa"/>
          </w:tcPr>
          <w:p w14:paraId="45AC0407" w14:textId="0D7DF189" w:rsidR="00D0534C" w:rsidRPr="00AB3C89" w:rsidRDefault="00D0534C" w:rsidP="0038189F">
            <w:pPr>
              <w:rPr>
                <w:rStyle w:val="bold"/>
              </w:rPr>
            </w:pPr>
            <w:r>
              <w:rPr>
                <w:rStyle w:val="bold"/>
              </w:rPr>
              <w:t>Aircraft type:</w:t>
            </w:r>
          </w:p>
        </w:tc>
        <w:tc>
          <w:tcPr>
            <w:tcW w:w="3211" w:type="dxa"/>
          </w:tcPr>
          <w:p w14:paraId="73234ACB" w14:textId="77777777" w:rsidR="00D0534C" w:rsidRDefault="00D0534C" w:rsidP="0038189F"/>
        </w:tc>
        <w:tc>
          <w:tcPr>
            <w:tcW w:w="1984" w:type="dxa"/>
            <w:tcBorders>
              <w:bottom w:val="single" w:sz="4" w:space="0" w:color="BFBFBF" w:themeColor="background1" w:themeShade="BF"/>
            </w:tcBorders>
          </w:tcPr>
          <w:p w14:paraId="2BF94E2D" w14:textId="4F501998" w:rsidR="00D0534C" w:rsidRPr="00AB3C89" w:rsidRDefault="00D0534C" w:rsidP="0038189F">
            <w:pPr>
              <w:rPr>
                <w:rStyle w:val="bold"/>
              </w:rPr>
            </w:pPr>
            <w:r>
              <w:rPr>
                <w:rStyle w:val="bold"/>
              </w:rPr>
              <w:t>Route:</w:t>
            </w:r>
          </w:p>
        </w:tc>
        <w:tc>
          <w:tcPr>
            <w:tcW w:w="2694" w:type="dxa"/>
            <w:tcBorders>
              <w:bottom w:val="single" w:sz="4" w:space="0" w:color="BFBFBF" w:themeColor="background1" w:themeShade="BF"/>
            </w:tcBorders>
          </w:tcPr>
          <w:p w14:paraId="1638D4B7" w14:textId="77777777" w:rsidR="00D0534C" w:rsidRDefault="00D0534C" w:rsidP="0038189F"/>
        </w:tc>
      </w:tr>
    </w:tbl>
    <w:p w14:paraId="2CCE77DA" w14:textId="12832BCA" w:rsidR="0006674B" w:rsidRPr="003C2B3F" w:rsidRDefault="0006674B" w:rsidP="0006674B"/>
    <w:tbl>
      <w:tblPr>
        <w:tblStyle w:val="SD-MOStable"/>
        <w:tblW w:w="9555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2661"/>
        <w:gridCol w:w="5075"/>
        <w:gridCol w:w="1819"/>
      </w:tblGrid>
      <w:tr w:rsidR="0006674B" w:rsidRPr="00916430" w14:paraId="5B85F1E5" w14:textId="77777777" w:rsidTr="00F335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0"/>
        </w:trPr>
        <w:tc>
          <w:tcPr>
            <w:tcW w:w="2661" w:type="dxa"/>
          </w:tcPr>
          <w:p w14:paraId="07D8AD9B" w14:textId="77777777" w:rsidR="0006674B" w:rsidRPr="006D7FDE" w:rsidRDefault="0006674B" w:rsidP="00F3353D">
            <w:r w:rsidRPr="003C2B3F">
              <w:t>Check items</w:t>
            </w:r>
          </w:p>
        </w:tc>
        <w:tc>
          <w:tcPr>
            <w:tcW w:w="5075" w:type="dxa"/>
          </w:tcPr>
          <w:p w14:paraId="1E88CAC2" w14:textId="77777777" w:rsidR="0006674B" w:rsidRPr="006D7FDE" w:rsidDel="006A706E" w:rsidRDefault="0006674B" w:rsidP="00F3353D">
            <w:r w:rsidRPr="003C2B3F">
              <w:t>Comment</w:t>
            </w:r>
          </w:p>
        </w:tc>
        <w:tc>
          <w:tcPr>
            <w:tcW w:w="1819" w:type="dxa"/>
          </w:tcPr>
          <w:p w14:paraId="00D737D7" w14:textId="77777777" w:rsidR="0006674B" w:rsidRPr="006D7FDE" w:rsidRDefault="0006674B" w:rsidP="00F3353D">
            <w:r w:rsidRPr="003C2B3F">
              <w:t>Complete</w:t>
            </w:r>
            <w:r w:rsidRPr="003C2B3F">
              <w:br/>
            </w:r>
            <w:r w:rsidRPr="006D7FDE">
              <w:t>Yes / No / NA</w:t>
            </w:r>
          </w:p>
        </w:tc>
      </w:tr>
      <w:tr w:rsidR="0006674B" w:rsidRPr="00916430" w14:paraId="1E7FD356" w14:textId="77777777" w:rsidTr="00F3353D">
        <w:trPr>
          <w:trHeight w:val="38"/>
        </w:trPr>
        <w:tc>
          <w:tcPr>
            <w:tcW w:w="2661" w:type="dxa"/>
          </w:tcPr>
          <w:p w14:paraId="3C9DC046" w14:textId="77777777" w:rsidR="0006674B" w:rsidRPr="006D7FDE" w:rsidRDefault="0006674B" w:rsidP="00F3353D">
            <w:r w:rsidRPr="00916430">
              <w:t xml:space="preserve">Pilot </w:t>
            </w:r>
            <w:r w:rsidRPr="006D7FDE">
              <w:t>documentation</w:t>
            </w:r>
          </w:p>
        </w:tc>
        <w:tc>
          <w:tcPr>
            <w:tcW w:w="5075" w:type="dxa"/>
          </w:tcPr>
          <w:p w14:paraId="0AE619D2" w14:textId="77777777" w:rsidR="0006674B" w:rsidRPr="00916430" w:rsidRDefault="0006674B" w:rsidP="00F3353D"/>
        </w:tc>
        <w:tc>
          <w:tcPr>
            <w:tcW w:w="1819" w:type="dxa"/>
          </w:tcPr>
          <w:p w14:paraId="38793F58" w14:textId="77777777" w:rsidR="0006674B" w:rsidRPr="00916430" w:rsidRDefault="0006674B" w:rsidP="00F3353D"/>
        </w:tc>
      </w:tr>
      <w:tr w:rsidR="0006674B" w:rsidRPr="00916430" w14:paraId="1ACDE33D" w14:textId="77777777" w:rsidTr="00F3353D">
        <w:trPr>
          <w:trHeight w:val="25"/>
        </w:trPr>
        <w:tc>
          <w:tcPr>
            <w:tcW w:w="2661" w:type="dxa"/>
          </w:tcPr>
          <w:p w14:paraId="28DB3ED8" w14:textId="77777777" w:rsidR="0006674B" w:rsidRPr="006D7FDE" w:rsidRDefault="0006674B" w:rsidP="00F3353D">
            <w:r w:rsidRPr="00916430">
              <w:t>Pre-flight planning</w:t>
            </w:r>
          </w:p>
        </w:tc>
        <w:tc>
          <w:tcPr>
            <w:tcW w:w="5075" w:type="dxa"/>
          </w:tcPr>
          <w:p w14:paraId="7E06AB92" w14:textId="77777777" w:rsidR="0006674B" w:rsidRPr="00916430" w:rsidRDefault="0006674B" w:rsidP="00F3353D"/>
        </w:tc>
        <w:tc>
          <w:tcPr>
            <w:tcW w:w="1819" w:type="dxa"/>
          </w:tcPr>
          <w:p w14:paraId="60F10EB3" w14:textId="77777777" w:rsidR="0006674B" w:rsidRPr="00916430" w:rsidRDefault="0006674B" w:rsidP="00F3353D"/>
        </w:tc>
      </w:tr>
      <w:tr w:rsidR="0006674B" w:rsidRPr="00916430" w14:paraId="15E32759" w14:textId="77777777" w:rsidTr="00F3353D">
        <w:trPr>
          <w:trHeight w:val="205"/>
        </w:trPr>
        <w:tc>
          <w:tcPr>
            <w:tcW w:w="2661" w:type="dxa"/>
          </w:tcPr>
          <w:p w14:paraId="67935873" w14:textId="77777777" w:rsidR="0006674B" w:rsidRPr="006D7FDE" w:rsidRDefault="0006674B" w:rsidP="00F3353D">
            <w:r w:rsidRPr="00916430">
              <w:t>Loading, weight and balance, fuel calculations</w:t>
            </w:r>
          </w:p>
        </w:tc>
        <w:tc>
          <w:tcPr>
            <w:tcW w:w="5075" w:type="dxa"/>
          </w:tcPr>
          <w:p w14:paraId="1AB523F3" w14:textId="77777777" w:rsidR="0006674B" w:rsidRPr="00916430" w:rsidRDefault="0006674B" w:rsidP="00F3353D"/>
        </w:tc>
        <w:tc>
          <w:tcPr>
            <w:tcW w:w="1819" w:type="dxa"/>
          </w:tcPr>
          <w:p w14:paraId="3230D188" w14:textId="77777777" w:rsidR="0006674B" w:rsidRPr="00916430" w:rsidRDefault="0006674B" w:rsidP="00F3353D"/>
        </w:tc>
      </w:tr>
      <w:tr w:rsidR="0006674B" w:rsidRPr="00916430" w14:paraId="23CF6AB5" w14:textId="77777777" w:rsidTr="00F3353D">
        <w:trPr>
          <w:trHeight w:val="397"/>
        </w:trPr>
        <w:tc>
          <w:tcPr>
            <w:tcW w:w="2661" w:type="dxa"/>
          </w:tcPr>
          <w:p w14:paraId="46694C1C" w14:textId="77777777" w:rsidR="0006674B" w:rsidRPr="006D7FDE" w:rsidRDefault="0006674B" w:rsidP="00F3353D">
            <w:r w:rsidRPr="00916430">
              <w:t>Passenger handling, briefings and safety demonstrations</w:t>
            </w:r>
          </w:p>
        </w:tc>
        <w:tc>
          <w:tcPr>
            <w:tcW w:w="5075" w:type="dxa"/>
          </w:tcPr>
          <w:p w14:paraId="5099B2A6" w14:textId="77777777" w:rsidR="0006674B" w:rsidRPr="00916430" w:rsidRDefault="0006674B" w:rsidP="00F3353D"/>
        </w:tc>
        <w:tc>
          <w:tcPr>
            <w:tcW w:w="1819" w:type="dxa"/>
          </w:tcPr>
          <w:p w14:paraId="33677A66" w14:textId="77777777" w:rsidR="0006674B" w:rsidRPr="00916430" w:rsidRDefault="0006674B" w:rsidP="00F3353D"/>
        </w:tc>
      </w:tr>
      <w:tr w:rsidR="0006674B" w:rsidRPr="00916430" w14:paraId="56687678" w14:textId="77777777" w:rsidTr="00F3353D">
        <w:trPr>
          <w:trHeight w:val="69"/>
        </w:trPr>
        <w:tc>
          <w:tcPr>
            <w:tcW w:w="2661" w:type="dxa"/>
          </w:tcPr>
          <w:p w14:paraId="673D5873" w14:textId="77777777" w:rsidR="0006674B" w:rsidRPr="006D7FDE" w:rsidRDefault="0006674B" w:rsidP="00F3353D">
            <w:r w:rsidRPr="00916430">
              <w:t>Checklist usage</w:t>
            </w:r>
          </w:p>
        </w:tc>
        <w:tc>
          <w:tcPr>
            <w:tcW w:w="5075" w:type="dxa"/>
          </w:tcPr>
          <w:p w14:paraId="3777248C" w14:textId="77777777" w:rsidR="0006674B" w:rsidRPr="00916430" w:rsidRDefault="0006674B" w:rsidP="00F3353D"/>
        </w:tc>
        <w:tc>
          <w:tcPr>
            <w:tcW w:w="1819" w:type="dxa"/>
          </w:tcPr>
          <w:p w14:paraId="70C1D07E" w14:textId="77777777" w:rsidR="0006674B" w:rsidRPr="00916430" w:rsidRDefault="0006674B" w:rsidP="00F3353D"/>
        </w:tc>
      </w:tr>
      <w:tr w:rsidR="0006674B" w:rsidRPr="00916430" w14:paraId="6EB3C7A4" w14:textId="77777777" w:rsidTr="00F3353D">
        <w:trPr>
          <w:trHeight w:val="25"/>
        </w:trPr>
        <w:tc>
          <w:tcPr>
            <w:tcW w:w="2661" w:type="dxa"/>
          </w:tcPr>
          <w:p w14:paraId="0095CDD0" w14:textId="77777777" w:rsidR="0006674B" w:rsidRPr="006D7FDE" w:rsidRDefault="0006674B" w:rsidP="00F3353D">
            <w:r w:rsidRPr="00916430">
              <w:t>Start, hover, taxi, take-off</w:t>
            </w:r>
          </w:p>
        </w:tc>
        <w:tc>
          <w:tcPr>
            <w:tcW w:w="5075" w:type="dxa"/>
          </w:tcPr>
          <w:p w14:paraId="0E054D7A" w14:textId="77777777" w:rsidR="0006674B" w:rsidRPr="00916430" w:rsidRDefault="0006674B" w:rsidP="00F3353D"/>
        </w:tc>
        <w:tc>
          <w:tcPr>
            <w:tcW w:w="1819" w:type="dxa"/>
          </w:tcPr>
          <w:p w14:paraId="7C79FB8A" w14:textId="77777777" w:rsidR="0006674B" w:rsidRPr="00916430" w:rsidRDefault="0006674B" w:rsidP="00F3353D"/>
        </w:tc>
      </w:tr>
      <w:tr w:rsidR="0006674B" w:rsidRPr="00916430" w14:paraId="7602B794" w14:textId="77777777" w:rsidTr="00F3353D">
        <w:trPr>
          <w:trHeight w:val="94"/>
        </w:trPr>
        <w:tc>
          <w:tcPr>
            <w:tcW w:w="2661" w:type="dxa"/>
          </w:tcPr>
          <w:p w14:paraId="01FED365" w14:textId="77777777" w:rsidR="0006674B" w:rsidRPr="006D7FDE" w:rsidRDefault="0006674B" w:rsidP="00F3353D">
            <w:r w:rsidRPr="00916430">
              <w:t>Cruise, navigation, airways procedures</w:t>
            </w:r>
          </w:p>
        </w:tc>
        <w:tc>
          <w:tcPr>
            <w:tcW w:w="5075" w:type="dxa"/>
          </w:tcPr>
          <w:p w14:paraId="28008410" w14:textId="77777777" w:rsidR="0006674B" w:rsidRPr="00916430" w:rsidRDefault="0006674B" w:rsidP="00F3353D"/>
        </w:tc>
        <w:tc>
          <w:tcPr>
            <w:tcW w:w="1819" w:type="dxa"/>
          </w:tcPr>
          <w:p w14:paraId="36D72066" w14:textId="77777777" w:rsidR="0006674B" w:rsidRPr="00916430" w:rsidRDefault="0006674B" w:rsidP="00F3353D"/>
        </w:tc>
      </w:tr>
      <w:tr w:rsidR="0006674B" w:rsidRPr="00916430" w14:paraId="6186EFD3" w14:textId="77777777" w:rsidTr="00F3353D">
        <w:trPr>
          <w:trHeight w:val="25"/>
        </w:trPr>
        <w:tc>
          <w:tcPr>
            <w:tcW w:w="2661" w:type="dxa"/>
          </w:tcPr>
          <w:p w14:paraId="61499064" w14:textId="77777777" w:rsidR="0006674B" w:rsidRPr="006D7FDE" w:rsidRDefault="0006674B" w:rsidP="00F3353D">
            <w:r w:rsidRPr="00916430">
              <w:t xml:space="preserve">Radio </w:t>
            </w:r>
            <w:r w:rsidRPr="006D7FDE">
              <w:t>procedures</w:t>
            </w:r>
          </w:p>
        </w:tc>
        <w:tc>
          <w:tcPr>
            <w:tcW w:w="5075" w:type="dxa"/>
          </w:tcPr>
          <w:p w14:paraId="5E352E42" w14:textId="77777777" w:rsidR="0006674B" w:rsidRPr="00916430" w:rsidRDefault="0006674B" w:rsidP="00F3353D"/>
        </w:tc>
        <w:tc>
          <w:tcPr>
            <w:tcW w:w="1819" w:type="dxa"/>
          </w:tcPr>
          <w:p w14:paraId="393C8354" w14:textId="77777777" w:rsidR="0006674B" w:rsidRPr="00916430" w:rsidRDefault="0006674B" w:rsidP="00F3353D"/>
        </w:tc>
      </w:tr>
      <w:tr w:rsidR="0006674B" w:rsidRPr="00916430" w14:paraId="131EC321" w14:textId="77777777" w:rsidTr="00F3353D">
        <w:trPr>
          <w:trHeight w:val="25"/>
        </w:trPr>
        <w:tc>
          <w:tcPr>
            <w:tcW w:w="2661" w:type="dxa"/>
          </w:tcPr>
          <w:p w14:paraId="10AB6858" w14:textId="77777777" w:rsidR="0006674B" w:rsidRPr="006D7FDE" w:rsidRDefault="0006674B" w:rsidP="00F3353D">
            <w:r w:rsidRPr="00916430">
              <w:t>Traffic management</w:t>
            </w:r>
          </w:p>
        </w:tc>
        <w:tc>
          <w:tcPr>
            <w:tcW w:w="5075" w:type="dxa"/>
          </w:tcPr>
          <w:p w14:paraId="1ACEA0A8" w14:textId="77777777" w:rsidR="0006674B" w:rsidRPr="00916430" w:rsidRDefault="0006674B" w:rsidP="00F3353D"/>
        </w:tc>
        <w:tc>
          <w:tcPr>
            <w:tcW w:w="1819" w:type="dxa"/>
          </w:tcPr>
          <w:p w14:paraId="03F618B6" w14:textId="77777777" w:rsidR="0006674B" w:rsidRPr="00916430" w:rsidRDefault="0006674B" w:rsidP="00F3353D"/>
        </w:tc>
      </w:tr>
      <w:tr w:rsidR="0006674B" w:rsidRPr="00916430" w14:paraId="63DC5022" w14:textId="77777777" w:rsidTr="00F3353D">
        <w:trPr>
          <w:trHeight w:val="25"/>
        </w:trPr>
        <w:tc>
          <w:tcPr>
            <w:tcW w:w="2661" w:type="dxa"/>
          </w:tcPr>
          <w:p w14:paraId="1E3087A1" w14:textId="77777777" w:rsidR="0006674B" w:rsidRPr="006D7FDE" w:rsidRDefault="0006674B" w:rsidP="00F3353D">
            <w:r w:rsidRPr="00916430">
              <w:t>Descent, approach, hover, taxi and landing</w:t>
            </w:r>
          </w:p>
        </w:tc>
        <w:tc>
          <w:tcPr>
            <w:tcW w:w="5075" w:type="dxa"/>
          </w:tcPr>
          <w:p w14:paraId="46CFFFA2" w14:textId="77777777" w:rsidR="0006674B" w:rsidRPr="00916430" w:rsidRDefault="0006674B" w:rsidP="00F3353D"/>
        </w:tc>
        <w:tc>
          <w:tcPr>
            <w:tcW w:w="1819" w:type="dxa"/>
          </w:tcPr>
          <w:p w14:paraId="348EC304" w14:textId="77777777" w:rsidR="0006674B" w:rsidRPr="00916430" w:rsidRDefault="0006674B" w:rsidP="00F3353D"/>
        </w:tc>
      </w:tr>
      <w:tr w:rsidR="0006674B" w:rsidRPr="00916430" w14:paraId="44F2C1B6" w14:textId="77777777" w:rsidTr="00F3353D">
        <w:trPr>
          <w:trHeight w:val="397"/>
        </w:trPr>
        <w:tc>
          <w:tcPr>
            <w:tcW w:w="2661" w:type="dxa"/>
          </w:tcPr>
          <w:p w14:paraId="15FB26D5" w14:textId="77777777" w:rsidR="0006674B" w:rsidRPr="006D7FDE" w:rsidRDefault="0006674B" w:rsidP="00F3353D">
            <w:r w:rsidRPr="00916430">
              <w:t>Risk assessment and safety management practices</w:t>
            </w:r>
          </w:p>
        </w:tc>
        <w:tc>
          <w:tcPr>
            <w:tcW w:w="5075" w:type="dxa"/>
          </w:tcPr>
          <w:p w14:paraId="5F0D843B" w14:textId="77777777" w:rsidR="0006674B" w:rsidRPr="00916430" w:rsidRDefault="0006674B" w:rsidP="00F3353D"/>
        </w:tc>
        <w:tc>
          <w:tcPr>
            <w:tcW w:w="1819" w:type="dxa"/>
          </w:tcPr>
          <w:p w14:paraId="2496B6E2" w14:textId="77777777" w:rsidR="0006674B" w:rsidRPr="00916430" w:rsidRDefault="0006674B" w:rsidP="00F3353D"/>
        </w:tc>
      </w:tr>
      <w:tr w:rsidR="0006674B" w:rsidRPr="00916430" w14:paraId="6FA5C9D2" w14:textId="77777777" w:rsidTr="00F3353D">
        <w:trPr>
          <w:trHeight w:val="397"/>
        </w:trPr>
        <w:tc>
          <w:tcPr>
            <w:tcW w:w="2661" w:type="dxa"/>
          </w:tcPr>
          <w:p w14:paraId="2FFE3324" w14:textId="77777777" w:rsidR="0006674B" w:rsidRPr="006D7FDE" w:rsidRDefault="0006674B" w:rsidP="00F3353D">
            <w:r w:rsidRPr="00916430">
              <w:t>Ground handling, aircraft parking and public safety</w:t>
            </w:r>
          </w:p>
        </w:tc>
        <w:tc>
          <w:tcPr>
            <w:tcW w:w="5075" w:type="dxa"/>
          </w:tcPr>
          <w:p w14:paraId="45FCC59E" w14:textId="77777777" w:rsidR="0006674B" w:rsidRPr="00916430" w:rsidRDefault="0006674B" w:rsidP="00F3353D"/>
        </w:tc>
        <w:tc>
          <w:tcPr>
            <w:tcW w:w="1819" w:type="dxa"/>
          </w:tcPr>
          <w:p w14:paraId="0D361A90" w14:textId="77777777" w:rsidR="0006674B" w:rsidRPr="00916430" w:rsidRDefault="0006674B" w:rsidP="00F3353D"/>
        </w:tc>
      </w:tr>
      <w:tr w:rsidR="0006674B" w:rsidRPr="00916430" w14:paraId="0D154B95" w14:textId="77777777" w:rsidTr="00F3353D">
        <w:trPr>
          <w:trHeight w:val="397"/>
        </w:trPr>
        <w:tc>
          <w:tcPr>
            <w:tcW w:w="2661" w:type="dxa"/>
          </w:tcPr>
          <w:p w14:paraId="463C7061" w14:textId="77777777" w:rsidR="0006674B" w:rsidRPr="006D7FDE" w:rsidRDefault="0006674B" w:rsidP="00F3353D">
            <w:r w:rsidRPr="00916430">
              <w:t>Area, route and airport knowledge</w:t>
            </w:r>
          </w:p>
        </w:tc>
        <w:tc>
          <w:tcPr>
            <w:tcW w:w="5075" w:type="dxa"/>
          </w:tcPr>
          <w:p w14:paraId="17B01315" w14:textId="77777777" w:rsidR="0006674B" w:rsidRPr="00916430" w:rsidRDefault="0006674B" w:rsidP="00F3353D"/>
        </w:tc>
        <w:tc>
          <w:tcPr>
            <w:tcW w:w="1819" w:type="dxa"/>
          </w:tcPr>
          <w:p w14:paraId="58D8B7F0" w14:textId="77777777" w:rsidR="0006674B" w:rsidRPr="00916430" w:rsidRDefault="0006674B" w:rsidP="00F3353D"/>
        </w:tc>
      </w:tr>
    </w:tbl>
    <w:p w14:paraId="3EAAAC0F" w14:textId="77777777" w:rsidR="00D0534C" w:rsidRDefault="00D0534C" w:rsidP="0006674B">
      <w:pPr>
        <w:pStyle w:val="normalafterlisttable"/>
        <w:rPr>
          <w:rStyle w:val="bold"/>
        </w:rPr>
      </w:pPr>
    </w:p>
    <w:p w14:paraId="364429AF" w14:textId="77777777" w:rsidR="00D0534C" w:rsidRDefault="00D0534C">
      <w:pPr>
        <w:suppressAutoHyphens w:val="0"/>
        <w:rPr>
          <w:rStyle w:val="bold"/>
        </w:rPr>
      </w:pPr>
      <w:r>
        <w:rPr>
          <w:rStyle w:val="bold"/>
        </w:rPr>
        <w:br w:type="page"/>
      </w:r>
    </w:p>
    <w:p w14:paraId="05013AFF" w14:textId="34979537" w:rsidR="0006674B" w:rsidRDefault="0006674B" w:rsidP="00D0534C">
      <w:pPr>
        <w:pStyle w:val="Heading4"/>
        <w:rPr>
          <w:rStyle w:val="bold"/>
        </w:rPr>
      </w:pPr>
      <w:r w:rsidRPr="00DB6B68">
        <w:rPr>
          <w:rStyle w:val="bold"/>
        </w:rPr>
        <w:lastRenderedPageBreak/>
        <w:t>Supervised flying record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604"/>
        <w:gridCol w:w="3211"/>
        <w:gridCol w:w="1984"/>
        <w:gridCol w:w="2694"/>
      </w:tblGrid>
      <w:tr w:rsidR="00D0534C" w:rsidRPr="00102F1E" w14:paraId="348CEE74" w14:textId="77777777" w:rsidTr="0038189F">
        <w:trPr>
          <w:trHeight w:val="580"/>
        </w:trPr>
        <w:tc>
          <w:tcPr>
            <w:tcW w:w="1604" w:type="dxa"/>
          </w:tcPr>
          <w:p w14:paraId="779506EF" w14:textId="6414DE2B" w:rsidR="00D0534C" w:rsidRPr="00AB3C89" w:rsidRDefault="00D0534C" w:rsidP="0038189F">
            <w:pPr>
              <w:rPr>
                <w:rStyle w:val="bold"/>
              </w:rPr>
            </w:pPr>
            <w:r>
              <w:rPr>
                <w:rStyle w:val="bold"/>
              </w:rPr>
              <w:t>ICUS</w:t>
            </w:r>
            <w:r w:rsidRPr="00AB3C89">
              <w:rPr>
                <w:rStyle w:val="bold"/>
              </w:rPr>
              <w:t>:</w:t>
            </w:r>
          </w:p>
        </w:tc>
        <w:tc>
          <w:tcPr>
            <w:tcW w:w="3211" w:type="dxa"/>
          </w:tcPr>
          <w:p w14:paraId="2B37EF71" w14:textId="77777777" w:rsidR="00D0534C" w:rsidRDefault="00D0534C" w:rsidP="0038189F"/>
        </w:tc>
        <w:tc>
          <w:tcPr>
            <w:tcW w:w="1984" w:type="dxa"/>
          </w:tcPr>
          <w:p w14:paraId="1BE99C31" w14:textId="056247DB" w:rsidR="00D0534C" w:rsidRPr="00AB3C89" w:rsidRDefault="00D0534C" w:rsidP="0038189F">
            <w:pPr>
              <w:rPr>
                <w:rStyle w:val="bold"/>
              </w:rPr>
            </w:pPr>
            <w:r>
              <w:rPr>
                <w:rStyle w:val="bold"/>
              </w:rPr>
              <w:t>Cu</w:t>
            </w:r>
            <w:r w:rsidR="00ED4E92">
              <w:rPr>
                <w:rStyle w:val="bold"/>
              </w:rPr>
              <w:t>mulative ICUS</w:t>
            </w:r>
            <w:r w:rsidRPr="00AB3C89">
              <w:rPr>
                <w:rStyle w:val="bold"/>
              </w:rPr>
              <w:t>:</w:t>
            </w:r>
          </w:p>
        </w:tc>
        <w:tc>
          <w:tcPr>
            <w:tcW w:w="2694" w:type="dxa"/>
          </w:tcPr>
          <w:p w14:paraId="6C19CAFB" w14:textId="77777777" w:rsidR="00D0534C" w:rsidRDefault="00D0534C" w:rsidP="0038189F"/>
        </w:tc>
      </w:tr>
    </w:tbl>
    <w:p w14:paraId="3B922722" w14:textId="77777777" w:rsidR="00D0534C" w:rsidRDefault="0006674B" w:rsidP="0006674B">
      <w:pPr>
        <w:rPr>
          <w:rStyle w:val="bold"/>
          <w:rFonts w:eastAsiaTheme="majorEastAsia" w:cstheme="majorBidi"/>
          <w:b w:val="0"/>
          <w:iCs/>
          <w:color w:val="023E5C" w:themeColor="text2"/>
          <w:sz w:val="24"/>
        </w:rPr>
      </w:pPr>
      <w:r w:rsidRPr="00D0534C">
        <w:rPr>
          <w:rStyle w:val="bold"/>
          <w:rFonts w:eastAsiaTheme="majorEastAsia" w:cstheme="majorBidi"/>
          <w:b w:val="0"/>
          <w:iCs/>
          <w:color w:val="023E5C" w:themeColor="text2"/>
          <w:sz w:val="24"/>
        </w:rPr>
        <w:t>Result:</w:t>
      </w:r>
    </w:p>
    <w:p w14:paraId="24F84E86" w14:textId="70F41FF6" w:rsidR="0006674B" w:rsidRPr="00DB6B68" w:rsidRDefault="00EC4E05" w:rsidP="0006674B">
      <w:sdt>
        <w:sdtPr>
          <w:id w:val="4122048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674B" w:rsidRPr="006D7FDE">
            <w:rPr>
              <w:rFonts w:ascii="Segoe UI Symbol" w:hAnsi="Segoe UI Symbol" w:cs="Segoe UI Symbol"/>
            </w:rPr>
            <w:t>☐</w:t>
          </w:r>
        </w:sdtContent>
      </w:sdt>
      <w:r w:rsidR="0006674B">
        <w:t xml:space="preserve"> </w:t>
      </w:r>
      <w:r w:rsidR="0006674B" w:rsidRPr="00DB6B68">
        <w:t xml:space="preserve">Ready for line check </w:t>
      </w:r>
    </w:p>
    <w:tbl>
      <w:tblPr>
        <w:tblStyle w:val="SD-MOStable"/>
        <w:tblW w:w="9639" w:type="dxa"/>
        <w:tblLayout w:type="fixed"/>
        <w:tblLook w:val="0620" w:firstRow="1" w:lastRow="0" w:firstColumn="0" w:lastColumn="0" w:noHBand="1" w:noVBand="1"/>
      </w:tblPr>
      <w:tblGrid>
        <w:gridCol w:w="9639"/>
      </w:tblGrid>
      <w:tr w:rsidR="0006674B" w:rsidRPr="00DB6B68" w14:paraId="71D3A400" w14:textId="77777777" w:rsidTr="00F335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639" w:type="dxa"/>
          </w:tcPr>
          <w:p w14:paraId="5F44EA0B" w14:textId="77777777" w:rsidR="0006674B" w:rsidRPr="006D7FDE" w:rsidRDefault="0006674B" w:rsidP="00F3353D">
            <w:bookmarkStart w:id="0" w:name="_Hlk167959180"/>
            <w:r>
              <w:t>Comments</w:t>
            </w:r>
          </w:p>
        </w:tc>
      </w:tr>
      <w:tr w:rsidR="0006674B" w14:paraId="55D71A30" w14:textId="77777777" w:rsidTr="00F3353D">
        <w:trPr>
          <w:trHeight w:val="2099"/>
        </w:trPr>
        <w:tc>
          <w:tcPr>
            <w:tcW w:w="9639" w:type="dxa"/>
          </w:tcPr>
          <w:p w14:paraId="5F478571" w14:textId="77777777" w:rsidR="0006674B" w:rsidRDefault="0006674B" w:rsidP="00F3353D"/>
        </w:tc>
      </w:tr>
      <w:bookmarkEnd w:id="0"/>
    </w:tbl>
    <w:p w14:paraId="080ADC75" w14:textId="59CFC644" w:rsidR="0006674B" w:rsidRDefault="0006674B" w:rsidP="0006674B"/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570"/>
        <w:gridCol w:w="3946"/>
        <w:gridCol w:w="807"/>
        <w:gridCol w:w="2305"/>
      </w:tblGrid>
      <w:tr w:rsidR="00D87628" w:rsidRPr="00FF4792" w14:paraId="430C7B80" w14:textId="77777777" w:rsidTr="0038189F">
        <w:tc>
          <w:tcPr>
            <w:tcW w:w="2570" w:type="dxa"/>
          </w:tcPr>
          <w:p w14:paraId="4BF704A4" w14:textId="64906A04" w:rsidR="00D87628" w:rsidRPr="00D642BC" w:rsidRDefault="00D87628" w:rsidP="0038189F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Training pilot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5E79E1B7" w14:textId="77777777" w:rsidR="00D87628" w:rsidRPr="00FF4792" w:rsidRDefault="00D87628" w:rsidP="0038189F">
            <w:pPr>
              <w:pStyle w:val="normalafterlisttable"/>
            </w:pPr>
          </w:p>
        </w:tc>
        <w:tc>
          <w:tcPr>
            <w:tcW w:w="807" w:type="dxa"/>
          </w:tcPr>
          <w:p w14:paraId="04D51708" w14:textId="77777777" w:rsidR="00D87628" w:rsidRPr="00D642BC" w:rsidRDefault="00D87628" w:rsidP="0038189F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7DE13072" w14:textId="77777777" w:rsidR="00D87628" w:rsidRPr="00FF4792" w:rsidRDefault="00D87628" w:rsidP="0038189F">
            <w:pPr>
              <w:pStyle w:val="normalafterlisttable"/>
            </w:pPr>
          </w:p>
        </w:tc>
      </w:tr>
      <w:tr w:rsidR="00D87628" w:rsidRPr="00916430" w14:paraId="638A67E8" w14:textId="77777777" w:rsidTr="0038189F">
        <w:tc>
          <w:tcPr>
            <w:tcW w:w="2570" w:type="dxa"/>
          </w:tcPr>
          <w:p w14:paraId="50EAC187" w14:textId="63DB6625" w:rsidR="00D87628" w:rsidRPr="00D642BC" w:rsidRDefault="00D87628" w:rsidP="0038189F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Flight crew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590F44B0" w14:textId="77777777" w:rsidR="00D87628" w:rsidRPr="00FF4792" w:rsidRDefault="00D87628" w:rsidP="0038189F">
            <w:pPr>
              <w:pStyle w:val="normalafterlisttable"/>
            </w:pPr>
          </w:p>
        </w:tc>
        <w:tc>
          <w:tcPr>
            <w:tcW w:w="807" w:type="dxa"/>
          </w:tcPr>
          <w:p w14:paraId="39CAFC50" w14:textId="77777777" w:rsidR="00D87628" w:rsidRPr="00D642BC" w:rsidRDefault="00D87628" w:rsidP="0038189F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3B3E63E0" w14:textId="77777777" w:rsidR="00D87628" w:rsidRPr="00916430" w:rsidRDefault="00D87628" w:rsidP="0038189F">
            <w:pPr>
              <w:pStyle w:val="normalafterlisttable"/>
            </w:pPr>
          </w:p>
        </w:tc>
      </w:tr>
    </w:tbl>
    <w:p w14:paraId="57F45BA1" w14:textId="77777777" w:rsidR="00E968A3" w:rsidRPr="00E968A3" w:rsidRDefault="00E968A3" w:rsidP="00E968A3"/>
    <w:sectPr w:rsidR="00E968A3" w:rsidRPr="00E968A3" w:rsidSect="00F8132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5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FE431" w14:textId="77777777" w:rsidR="002F721D" w:rsidRDefault="002F721D" w:rsidP="008E21DE">
      <w:pPr>
        <w:spacing w:before="0" w:after="0"/>
      </w:pPr>
      <w:r>
        <w:separator/>
      </w:r>
    </w:p>
    <w:p w14:paraId="08E1EE57" w14:textId="77777777" w:rsidR="002F721D" w:rsidRDefault="002F721D"/>
  </w:endnote>
  <w:endnote w:type="continuationSeparator" w:id="0">
    <w:p w14:paraId="1F466AA5" w14:textId="77777777" w:rsidR="002F721D" w:rsidRDefault="002F721D" w:rsidP="008E21DE">
      <w:pPr>
        <w:spacing w:before="0" w:after="0"/>
      </w:pPr>
      <w:r>
        <w:continuationSeparator/>
      </w:r>
    </w:p>
    <w:p w14:paraId="6B7608BE" w14:textId="77777777" w:rsidR="002F721D" w:rsidRDefault="002F72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3538C" w14:textId="455BBAD7" w:rsidR="00013309" w:rsidRPr="00500DA0" w:rsidRDefault="00EC4E05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CC2EB37EE4604F54BA085C877D0BB80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968A3">
          <w:rPr>
            <w:rFonts w:ascii="ArialMT" w:hAnsi="ArialMT" w:cs="ArialMT"/>
            <w:szCs w:val="16"/>
          </w:rPr>
          <w:t>Form TC04A – Flight crew member line training record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7FD6E" w14:textId="77777777" w:rsidR="00013309" w:rsidRDefault="00013309" w:rsidP="00013309">
    <w:pPr>
      <w:pStyle w:val="Footer"/>
    </w:pPr>
    <w:r>
      <w:t>Civil Aviation Safety Authority</w:t>
    </w:r>
  </w:p>
  <w:p w14:paraId="3C8250EF" w14:textId="3B5940A5" w:rsidR="00013309" w:rsidRDefault="00EC4E05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968A3">
          <w:rPr>
            <w:rFonts w:ascii="ArialMT" w:hAnsi="ArialMT" w:cs="ArialMT"/>
            <w:szCs w:val="16"/>
          </w:rPr>
          <w:t>Form TC04A – Flight crew member line training record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E968A3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E968A3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6E67B0D8" w14:textId="77777777" w:rsidR="00013309" w:rsidRPr="00A365CA" w:rsidRDefault="00EC4E05" w:rsidP="00013309">
    <w:pPr>
      <w:pStyle w:val="SecurityClassification"/>
    </w:pPr>
    <w:sdt>
      <w:sdtPr>
        <w:rPr>
          <w:color w:val="ED0000"/>
        </w:r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7722BB">
          <w:rPr>
            <w:color w:val="ED0000"/>
          </w:rPr>
          <w:t>Official</w:t>
        </w:r>
      </w:sdtContent>
    </w:sdt>
    <w:r w:rsidR="00463F67" w:rsidRPr="007722BB">
      <w:rPr>
        <w:noProof/>
        <w:color w:val="ED0000"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23564E0B" wp14:editId="40FCAFD9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8F2E5FC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564E0B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38F2E5FC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FB8BB" w14:textId="77777777" w:rsidR="002F721D" w:rsidRPr="0022402E" w:rsidRDefault="002F721D" w:rsidP="0022402E">
      <w:pPr>
        <w:spacing w:before="240"/>
        <w:rPr>
          <w:lang w:val="en-US"/>
        </w:rPr>
      </w:pPr>
      <w:r w:rsidRPr="007722BB">
        <w:rPr>
          <w:color w:val="095A75" w:themeColor="accent1" w:themeShade="80"/>
          <w:lang w:val="en-US"/>
        </w:rPr>
        <w:t>____</w:t>
      </w:r>
    </w:p>
  </w:footnote>
  <w:footnote w:type="continuationSeparator" w:id="0">
    <w:p w14:paraId="29B1D024" w14:textId="77777777" w:rsidR="002F721D" w:rsidRDefault="002F721D" w:rsidP="008E21DE">
      <w:pPr>
        <w:spacing w:before="0" w:after="0"/>
      </w:pPr>
      <w:r>
        <w:continuationSeparator/>
      </w:r>
    </w:p>
    <w:p w14:paraId="258ABD3C" w14:textId="77777777" w:rsidR="002F721D" w:rsidRDefault="002F72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3C2C2" w14:textId="77777777" w:rsidR="00DD684D" w:rsidRDefault="00DD684D" w:rsidP="00DD684D">
    <w:pPr>
      <w:pStyle w:val="Header"/>
    </w:pPr>
    <w:r>
      <w:t>ORGANISATION NAME/DETAILS</w:t>
    </w:r>
  </w:p>
  <w:p w14:paraId="77837D9D" w14:textId="77777777" w:rsidR="00013309" w:rsidRPr="00DD684D" w:rsidRDefault="00EC4E05" w:rsidP="00F8319C">
    <w:pPr>
      <w:pStyle w:val="Header"/>
      <w:spacing w:after="120"/>
    </w:pPr>
    <w:r>
      <w:pict w14:anchorId="2A1C863B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17B7A" w14:textId="77777777" w:rsidR="00463F67" w:rsidRPr="007722BB" w:rsidRDefault="00EC4E05" w:rsidP="00463F67">
    <w:pPr>
      <w:pStyle w:val="SecurityClassification"/>
      <w:spacing w:after="360"/>
      <w:rPr>
        <w:color w:val="ED0000"/>
      </w:rPr>
    </w:pPr>
    <w:sdt>
      <w:sdtPr>
        <w:rPr>
          <w:color w:val="ED0000"/>
        </w:r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7722BB">
          <w:rPr>
            <w:color w:val="ED0000"/>
          </w:rPr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7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16138"/>
    <w:multiLevelType w:val="multilevel"/>
    <w:tmpl w:val="A3380760"/>
    <w:numStyleLink w:val="List1Legal"/>
  </w:abstractNum>
  <w:abstractNum w:abstractNumId="9" w15:restartNumberingAfterBreak="0">
    <w:nsid w:val="31A8391D"/>
    <w:multiLevelType w:val="multilevel"/>
    <w:tmpl w:val="C284D0B0"/>
    <w:numStyleLink w:val="FigureNumbers"/>
  </w:abstractNum>
  <w:abstractNum w:abstractNumId="10" w15:restartNumberingAfterBreak="0">
    <w:nsid w:val="374F11D6"/>
    <w:multiLevelType w:val="multilevel"/>
    <w:tmpl w:val="131EEC6C"/>
    <w:numStyleLink w:val="TableNumbers"/>
  </w:abstractNum>
  <w:abstractNum w:abstractNumId="11" w15:restartNumberingAfterBreak="0">
    <w:nsid w:val="3D8D0E91"/>
    <w:multiLevelType w:val="multilevel"/>
    <w:tmpl w:val="2F7889CA"/>
    <w:numStyleLink w:val="AppendixNumbers"/>
  </w:abstractNum>
  <w:abstractNum w:abstractNumId="12" w15:restartNumberingAfterBreak="0">
    <w:nsid w:val="460B4F95"/>
    <w:multiLevelType w:val="multilevel"/>
    <w:tmpl w:val="DC7657F0"/>
    <w:numStyleLink w:val="NumberedHeadings"/>
  </w:abstractNum>
  <w:abstractNum w:abstractNumId="13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7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19"/>
  </w:num>
  <w:num w:numId="2" w16cid:durableId="430204627">
    <w:abstractNumId w:val="13"/>
  </w:num>
  <w:num w:numId="3" w16cid:durableId="1793472070">
    <w:abstractNumId w:val="18"/>
  </w:num>
  <w:num w:numId="4" w16cid:durableId="1753431680">
    <w:abstractNumId w:val="6"/>
  </w:num>
  <w:num w:numId="5" w16cid:durableId="1758750030">
    <w:abstractNumId w:val="4"/>
  </w:num>
  <w:num w:numId="6" w16cid:durableId="2087679980">
    <w:abstractNumId w:val="15"/>
  </w:num>
  <w:num w:numId="7" w16cid:durableId="1881673441">
    <w:abstractNumId w:val="17"/>
  </w:num>
  <w:num w:numId="8" w16cid:durableId="1234318621">
    <w:abstractNumId w:val="14"/>
  </w:num>
  <w:num w:numId="9" w16cid:durableId="1046101840">
    <w:abstractNumId w:val="5"/>
  </w:num>
  <w:num w:numId="10" w16cid:durableId="1201088331">
    <w:abstractNumId w:val="16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6"/>
  </w:num>
  <w:num w:numId="14" w16cid:durableId="343291214">
    <w:abstractNumId w:val="9"/>
  </w:num>
  <w:num w:numId="15" w16cid:durableId="1117331301">
    <w:abstractNumId w:val="8"/>
  </w:num>
  <w:num w:numId="16" w16cid:durableId="1742823293">
    <w:abstractNumId w:val="17"/>
  </w:num>
  <w:num w:numId="17" w16cid:durableId="2105681739">
    <w:abstractNumId w:val="7"/>
  </w:num>
  <w:num w:numId="18" w16cid:durableId="1767118343">
    <w:abstractNumId w:val="10"/>
  </w:num>
  <w:num w:numId="19" w16cid:durableId="395666950">
    <w:abstractNumId w:val="16"/>
  </w:num>
  <w:num w:numId="20" w16cid:durableId="744834881">
    <w:abstractNumId w:val="12"/>
  </w:num>
  <w:num w:numId="21" w16cid:durableId="1622565295">
    <w:abstractNumId w:val="11"/>
  </w:num>
  <w:num w:numId="22" w16cid:durableId="867183518">
    <w:abstractNumId w:val="2"/>
  </w:num>
  <w:num w:numId="23" w16cid:durableId="328362702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8A3"/>
    <w:rsid w:val="00013309"/>
    <w:rsid w:val="000249B9"/>
    <w:rsid w:val="000334E0"/>
    <w:rsid w:val="00037782"/>
    <w:rsid w:val="00061E14"/>
    <w:rsid w:val="0006674B"/>
    <w:rsid w:val="00080615"/>
    <w:rsid w:val="000B0011"/>
    <w:rsid w:val="000C252F"/>
    <w:rsid w:val="000C5798"/>
    <w:rsid w:val="000D1115"/>
    <w:rsid w:val="000D3374"/>
    <w:rsid w:val="000D6562"/>
    <w:rsid w:val="000D7C76"/>
    <w:rsid w:val="00111FE2"/>
    <w:rsid w:val="001169A7"/>
    <w:rsid w:val="0012631E"/>
    <w:rsid w:val="00143430"/>
    <w:rsid w:val="00167A69"/>
    <w:rsid w:val="00176B72"/>
    <w:rsid w:val="00195255"/>
    <w:rsid w:val="00222CED"/>
    <w:rsid w:val="0022402E"/>
    <w:rsid w:val="0024420C"/>
    <w:rsid w:val="002573ED"/>
    <w:rsid w:val="002804D3"/>
    <w:rsid w:val="0028675C"/>
    <w:rsid w:val="002A31B8"/>
    <w:rsid w:val="002A42D7"/>
    <w:rsid w:val="002F3747"/>
    <w:rsid w:val="002F455A"/>
    <w:rsid w:val="002F721D"/>
    <w:rsid w:val="00341E32"/>
    <w:rsid w:val="003449A0"/>
    <w:rsid w:val="00352FB1"/>
    <w:rsid w:val="00356D05"/>
    <w:rsid w:val="00363338"/>
    <w:rsid w:val="00387F20"/>
    <w:rsid w:val="00391C57"/>
    <w:rsid w:val="00393599"/>
    <w:rsid w:val="003976B5"/>
    <w:rsid w:val="003C0721"/>
    <w:rsid w:val="003D0AF7"/>
    <w:rsid w:val="003F78DD"/>
    <w:rsid w:val="00405A64"/>
    <w:rsid w:val="004154E2"/>
    <w:rsid w:val="00415957"/>
    <w:rsid w:val="00420BDC"/>
    <w:rsid w:val="0043353F"/>
    <w:rsid w:val="00441E7A"/>
    <w:rsid w:val="0046274F"/>
    <w:rsid w:val="00463F67"/>
    <w:rsid w:val="00481C28"/>
    <w:rsid w:val="00496095"/>
    <w:rsid w:val="004A6B98"/>
    <w:rsid w:val="004B18C3"/>
    <w:rsid w:val="004B4B57"/>
    <w:rsid w:val="004C6AA1"/>
    <w:rsid w:val="00500DA0"/>
    <w:rsid w:val="00534D53"/>
    <w:rsid w:val="00535289"/>
    <w:rsid w:val="005408E0"/>
    <w:rsid w:val="00546F0F"/>
    <w:rsid w:val="005611E7"/>
    <w:rsid w:val="00570353"/>
    <w:rsid w:val="00572028"/>
    <w:rsid w:val="005872EE"/>
    <w:rsid w:val="00593CFA"/>
    <w:rsid w:val="005A368C"/>
    <w:rsid w:val="005C599A"/>
    <w:rsid w:val="00621AA4"/>
    <w:rsid w:val="00643763"/>
    <w:rsid w:val="0065343E"/>
    <w:rsid w:val="0067193F"/>
    <w:rsid w:val="00680F04"/>
    <w:rsid w:val="0069176C"/>
    <w:rsid w:val="0069504E"/>
    <w:rsid w:val="006B067A"/>
    <w:rsid w:val="006D2AAE"/>
    <w:rsid w:val="006D4A3D"/>
    <w:rsid w:val="006E386E"/>
    <w:rsid w:val="00761DF2"/>
    <w:rsid w:val="0076765C"/>
    <w:rsid w:val="007722BB"/>
    <w:rsid w:val="00782769"/>
    <w:rsid w:val="00792F0D"/>
    <w:rsid w:val="00795A1A"/>
    <w:rsid w:val="007A1A84"/>
    <w:rsid w:val="007A1DC3"/>
    <w:rsid w:val="007A32A6"/>
    <w:rsid w:val="007B0B08"/>
    <w:rsid w:val="007B7908"/>
    <w:rsid w:val="007C2CD9"/>
    <w:rsid w:val="0082494A"/>
    <w:rsid w:val="00841B5A"/>
    <w:rsid w:val="00864676"/>
    <w:rsid w:val="00876B16"/>
    <w:rsid w:val="00883AB1"/>
    <w:rsid w:val="00884576"/>
    <w:rsid w:val="008B223F"/>
    <w:rsid w:val="008B5F0D"/>
    <w:rsid w:val="008B62F1"/>
    <w:rsid w:val="008D3459"/>
    <w:rsid w:val="008E21DE"/>
    <w:rsid w:val="008F2E67"/>
    <w:rsid w:val="008F6729"/>
    <w:rsid w:val="0093424E"/>
    <w:rsid w:val="00961649"/>
    <w:rsid w:val="00971C95"/>
    <w:rsid w:val="00977C26"/>
    <w:rsid w:val="00984B18"/>
    <w:rsid w:val="009A1E31"/>
    <w:rsid w:val="009A26DC"/>
    <w:rsid w:val="009D579E"/>
    <w:rsid w:val="009F0A52"/>
    <w:rsid w:val="009F200E"/>
    <w:rsid w:val="00A07476"/>
    <w:rsid w:val="00A07E4A"/>
    <w:rsid w:val="00A17147"/>
    <w:rsid w:val="00A2204F"/>
    <w:rsid w:val="00A220A6"/>
    <w:rsid w:val="00A365CA"/>
    <w:rsid w:val="00A401EB"/>
    <w:rsid w:val="00A51A9F"/>
    <w:rsid w:val="00A54503"/>
    <w:rsid w:val="00A56018"/>
    <w:rsid w:val="00A56A12"/>
    <w:rsid w:val="00A670E9"/>
    <w:rsid w:val="00A8475F"/>
    <w:rsid w:val="00A85DE5"/>
    <w:rsid w:val="00AB12D5"/>
    <w:rsid w:val="00AD735D"/>
    <w:rsid w:val="00AF0899"/>
    <w:rsid w:val="00B014EE"/>
    <w:rsid w:val="00B10265"/>
    <w:rsid w:val="00B36A39"/>
    <w:rsid w:val="00B603C0"/>
    <w:rsid w:val="00B636CC"/>
    <w:rsid w:val="00BB001A"/>
    <w:rsid w:val="00BD532A"/>
    <w:rsid w:val="00BD623A"/>
    <w:rsid w:val="00BF08D9"/>
    <w:rsid w:val="00C0421C"/>
    <w:rsid w:val="00C06EF2"/>
    <w:rsid w:val="00C375C0"/>
    <w:rsid w:val="00C375C7"/>
    <w:rsid w:val="00C75CAF"/>
    <w:rsid w:val="00C837F2"/>
    <w:rsid w:val="00CA2B08"/>
    <w:rsid w:val="00CA6BAF"/>
    <w:rsid w:val="00CF0836"/>
    <w:rsid w:val="00CF700D"/>
    <w:rsid w:val="00D0534C"/>
    <w:rsid w:val="00D1117D"/>
    <w:rsid w:val="00D26448"/>
    <w:rsid w:val="00D55BB9"/>
    <w:rsid w:val="00D81030"/>
    <w:rsid w:val="00D87628"/>
    <w:rsid w:val="00D94649"/>
    <w:rsid w:val="00DB1609"/>
    <w:rsid w:val="00DB22E4"/>
    <w:rsid w:val="00DC12BF"/>
    <w:rsid w:val="00DC24FD"/>
    <w:rsid w:val="00DD684D"/>
    <w:rsid w:val="00DE23EC"/>
    <w:rsid w:val="00DE4798"/>
    <w:rsid w:val="00DF74BA"/>
    <w:rsid w:val="00E02B85"/>
    <w:rsid w:val="00E06B80"/>
    <w:rsid w:val="00E2309B"/>
    <w:rsid w:val="00E42A06"/>
    <w:rsid w:val="00E5425D"/>
    <w:rsid w:val="00E67411"/>
    <w:rsid w:val="00E70E31"/>
    <w:rsid w:val="00E819EA"/>
    <w:rsid w:val="00E968A3"/>
    <w:rsid w:val="00E9794A"/>
    <w:rsid w:val="00EC4E05"/>
    <w:rsid w:val="00ED4E92"/>
    <w:rsid w:val="00F34BEE"/>
    <w:rsid w:val="00F81326"/>
    <w:rsid w:val="00F82A0C"/>
    <w:rsid w:val="00F8319C"/>
    <w:rsid w:val="00F86B38"/>
    <w:rsid w:val="00F9318C"/>
    <w:rsid w:val="00F95342"/>
    <w:rsid w:val="00F95D51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64928E"/>
  <w15:chartTrackingRefBased/>
  <w15:docId w15:val="{66D494D8-ACA6-4A50-98E1-D7770C6F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qFormat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normalafterlisttable">
    <w:name w:val="normal after list/table"/>
    <w:basedOn w:val="Normal"/>
    <w:uiPriority w:val="19"/>
    <w:qFormat/>
    <w:rsid w:val="0006674B"/>
    <w:pPr>
      <w:spacing w:before="240"/>
    </w:pPr>
  </w:style>
  <w:style w:type="character" w:customStyle="1" w:styleId="bold">
    <w:name w:val="bold"/>
    <w:basedOn w:val="DefaultParagraphFont"/>
    <w:uiPriority w:val="1"/>
    <w:qFormat/>
    <w:rsid w:val="0006674B"/>
    <w:rPr>
      <w:b/>
      <w:bCs/>
    </w:rPr>
  </w:style>
  <w:style w:type="table" w:customStyle="1" w:styleId="SD-MOStable">
    <w:name w:val="SD - MOS table"/>
    <w:basedOn w:val="TableNormal"/>
    <w:uiPriority w:val="99"/>
    <w:rsid w:val="0006674B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  <w:style w:type="table" w:styleId="TableGridLight">
    <w:name w:val="Grid Table Light"/>
    <w:basedOn w:val="TableNormal"/>
    <w:uiPriority w:val="40"/>
    <w:rsid w:val="00D0534C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C2EB37EE4604F54BA085C877D0BB8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DF44E0-269D-4E45-A583-180A4E895038}"/>
      </w:docPartPr>
      <w:docPartBody>
        <w:p w:rsidR="00FE542C" w:rsidRDefault="00FE542C">
          <w:pPr>
            <w:pStyle w:val="CC2EB37EE4604F54BA085C877D0BB805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546"/>
    <w:rsid w:val="001A24DA"/>
    <w:rsid w:val="00352FB1"/>
    <w:rsid w:val="0051776F"/>
    <w:rsid w:val="006F6192"/>
    <w:rsid w:val="00874546"/>
    <w:rsid w:val="00D26448"/>
    <w:rsid w:val="00DC24FD"/>
    <w:rsid w:val="00EE6B18"/>
    <w:rsid w:val="00FE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C2EB37EE4604F54BA085C877D0BB805">
    <w:name w:val="CC2EB37EE4604F54BA085C877D0BB8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924B8A-71DF-4FF1-ABDC-DE702425331C}">
  <ds:schemaRefs>
    <ds:schemaRef ds:uri="http://purl.org/dc/dcmitype/"/>
    <ds:schemaRef ds:uri="http://purl.org/dc/terms/"/>
    <ds:schemaRef ds:uri="http://schemas.microsoft.com/office/2006/documentManagement/types"/>
    <ds:schemaRef ds:uri="147bc000-5d24-4a58-bdb3-1d507d54dc98"/>
    <ds:schemaRef ds:uri="http://purl.org/dc/elements/1.1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09d1133f-994b-4ec9-8bcd-76b1f6ed9a8c"/>
  </ds:schemaRefs>
</ds:datastoreItem>
</file>

<file path=customXml/itemProps4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21</TotalTime>
  <Pages>2</Pages>
  <Words>125</Words>
  <Characters>754</Characters>
  <Application>Microsoft Office Word</Application>
  <DocSecurity>0</DocSecurity>
  <Lines>107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TC04A – Flight crew member line training record</vt:lpstr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TC04A – Flight crew member line training record</dc:title>
  <dc:subject/>
  <dc:creator>Bartholomew, Tina</dc:creator>
  <cp:keywords/>
  <dc:description/>
  <cp:lastModifiedBy>Bartholomew, Tina</cp:lastModifiedBy>
  <cp:revision>14</cp:revision>
  <dcterms:created xsi:type="dcterms:W3CDTF">2025-11-18T00:52:00Z</dcterms:created>
  <dcterms:modified xsi:type="dcterms:W3CDTF">2025-11-25T04:40:00Z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NOS-2025-0022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